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567"/>
        <w:gridCol w:w="4961"/>
      </w:tblGrid>
      <w:tr w:rsidR="00C6765F" w:rsidRPr="000A63AF" w14:paraId="0E33E6A3" w14:textId="77777777" w:rsidTr="00D83404">
        <w:trPr>
          <w:trHeight w:val="1833"/>
        </w:trPr>
        <w:tc>
          <w:tcPr>
            <w:tcW w:w="421" w:type="dxa"/>
            <w:tcBorders>
              <w:right w:val="nil"/>
            </w:tcBorders>
          </w:tcPr>
          <w:p w14:paraId="37C323A9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5A24DDED" w14:textId="5CA35884" w:rsidR="00D974EA" w:rsidRPr="009036C8" w:rsidRDefault="00D974EA" w:rsidP="00A1371A">
            <w:pPr>
              <w:spacing w:before="120"/>
              <w:rPr>
                <w:rFonts w:ascii="Century Gothic" w:hAnsi="Century Gothic" w:cs="Tahoma"/>
              </w:rPr>
            </w:pPr>
            <w:r w:rsidRPr="009036C8">
              <w:rPr>
                <w:rFonts w:ascii="Century Gothic" w:hAnsi="Century Gothic" w:cs="Tahoma"/>
              </w:rPr>
              <w:t xml:space="preserve">The exchange rate for </w:t>
            </w:r>
            <w:r w:rsidR="00432366" w:rsidRPr="009036C8">
              <w:rPr>
                <w:rFonts w:ascii="Century Gothic" w:hAnsi="Century Gothic" w:cs="Tahoma"/>
              </w:rPr>
              <w:t>Kuwait is £1 = 0.42 Kuwaiti Dinar</w:t>
            </w:r>
          </w:p>
          <w:p w14:paraId="489B72A0" w14:textId="77777777" w:rsidR="00997BF5" w:rsidRPr="00997BF5" w:rsidRDefault="00997BF5" w:rsidP="00997BF5">
            <w:pPr>
              <w:rPr>
                <w:rFonts w:ascii="Century Gothic" w:hAnsi="Century Gothic" w:cs="Tahoma"/>
              </w:rPr>
            </w:pPr>
            <w:r w:rsidRPr="00997BF5">
              <w:rPr>
                <w:rFonts w:ascii="Century Gothic" w:hAnsi="Century Gothic" w:cs="Tahoma"/>
              </w:rPr>
              <w:t>How much is 55 dinars in pounds?</w:t>
            </w:r>
          </w:p>
          <w:p w14:paraId="543BE07C" w14:textId="020A34B7" w:rsidR="00C55B29" w:rsidRPr="009036C8" w:rsidRDefault="00C55B29" w:rsidP="00A1371A">
            <w:pPr>
              <w:spacing w:before="120"/>
              <w:rPr>
                <w:rFonts w:ascii="Century Gothic" w:hAnsi="Century Gothic"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14:paraId="181FE9F0" w14:textId="77777777" w:rsidR="00C6765F" w:rsidRPr="009036C8" w:rsidRDefault="00C6765F" w:rsidP="00A1371A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9036C8">
              <w:rPr>
                <w:rFonts w:ascii="Century Gothic" w:hAnsi="Century Gothic"/>
              </w:rPr>
              <w:t>2)</w:t>
            </w:r>
          </w:p>
        </w:tc>
        <w:tc>
          <w:tcPr>
            <w:tcW w:w="4961" w:type="dxa"/>
            <w:tcBorders>
              <w:left w:val="nil"/>
            </w:tcBorders>
          </w:tcPr>
          <w:p w14:paraId="31D9F6D4" w14:textId="330C0731" w:rsidR="00353B71" w:rsidRPr="009036C8" w:rsidRDefault="00353B71" w:rsidP="00A1371A">
            <w:pPr>
              <w:spacing w:before="120"/>
              <w:rPr>
                <w:rFonts w:ascii="Century Gothic" w:hAnsi="Century Gothic" w:cs="Tahoma"/>
              </w:rPr>
            </w:pPr>
            <w:r w:rsidRPr="009036C8">
              <w:rPr>
                <w:rFonts w:ascii="Century Gothic" w:hAnsi="Century Gothic" w:cs="Tahoma"/>
              </w:rPr>
              <w:t>Change the mixed number into an improper fraction:</w:t>
            </w:r>
          </w:p>
          <w:p w14:paraId="239886AB" w14:textId="77777777" w:rsidR="009F7411" w:rsidRPr="007137EF" w:rsidRDefault="009F7411" w:rsidP="009F7411">
            <w:pPr>
              <w:rPr>
                <w:rFonts w:ascii="Tahoma" w:hAnsi="Tahoma" w:cs="Tahom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ahoma"/>
                  </w:rPr>
                  <m:t>2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>6</m:t>
                    </m:r>
                  </m:den>
                </m:f>
                <m:r>
                  <w:rPr>
                    <w:rFonts w:ascii="Cambria Math" w:hAnsi="Cambria Math" w:cs="Tahoma"/>
                  </w:rPr>
                  <m:t>=</m:t>
                </m:r>
              </m:oMath>
            </m:oMathPara>
          </w:p>
          <w:p w14:paraId="1B5E5D74" w14:textId="3BB4D693" w:rsidR="00C6765F" w:rsidRPr="009036C8" w:rsidRDefault="00C6765F" w:rsidP="00A1371A">
            <w:pPr>
              <w:spacing w:before="120" w:after="0"/>
              <w:rPr>
                <w:rFonts w:ascii="Century Gothic" w:eastAsiaTheme="minorEastAsia" w:hAnsi="Century Gothic"/>
              </w:rPr>
            </w:pPr>
          </w:p>
        </w:tc>
      </w:tr>
      <w:tr w:rsidR="00C6765F" w:rsidRPr="00C240D5" w14:paraId="02717925" w14:textId="77777777" w:rsidTr="00D83404">
        <w:trPr>
          <w:trHeight w:val="239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823B73B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7AFFEBD7" w14:textId="3F899075" w:rsidR="00125C71" w:rsidRPr="009036C8" w:rsidRDefault="002C5377" w:rsidP="005D37DE">
            <w:pPr>
              <w:spacing w:before="120" w:after="0"/>
              <w:rPr>
                <w:rFonts w:ascii="Century Gothic" w:hAnsi="Century Gothic"/>
              </w:rPr>
            </w:pPr>
            <w:r w:rsidRPr="009036C8">
              <w:rPr>
                <w:rFonts w:ascii="Century Gothic" w:hAnsi="Century Gothic"/>
              </w:rPr>
              <w:t xml:space="preserve">A circle has a </w:t>
            </w:r>
            <w:r w:rsidR="009F7411">
              <w:rPr>
                <w:rFonts w:ascii="Century Gothic" w:hAnsi="Century Gothic"/>
              </w:rPr>
              <w:t>radius</w:t>
            </w:r>
            <w:r w:rsidRPr="009036C8">
              <w:rPr>
                <w:rFonts w:ascii="Century Gothic" w:hAnsi="Century Gothic"/>
              </w:rPr>
              <w:t xml:space="preserve"> of </w:t>
            </w:r>
            <w:r w:rsidR="00E56494" w:rsidRPr="009036C8">
              <w:rPr>
                <w:rFonts w:ascii="Century Gothic" w:hAnsi="Century Gothic"/>
              </w:rPr>
              <w:t>12</w:t>
            </w:r>
            <w:r w:rsidRPr="009036C8">
              <w:rPr>
                <w:rFonts w:ascii="Century Gothic" w:hAnsi="Century Gothic"/>
              </w:rPr>
              <w:t>cm.</w:t>
            </w:r>
          </w:p>
          <w:p w14:paraId="5155B1A5" w14:textId="4069F26A" w:rsidR="002C5377" w:rsidRPr="009036C8" w:rsidRDefault="00F5645E" w:rsidP="002C5377">
            <w:pPr>
              <w:spacing w:after="0"/>
              <w:rPr>
                <w:rFonts w:ascii="Century Gothic" w:hAnsi="Century Gothic"/>
              </w:rPr>
            </w:pPr>
            <w:r w:rsidRPr="009036C8">
              <w:rPr>
                <w:rFonts w:ascii="Century Gothic" w:hAnsi="Century Gothic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16ACD97A" wp14:editId="007B44B6">
                      <wp:simplePos x="0" y="0"/>
                      <wp:positionH relativeFrom="column">
                        <wp:posOffset>1575941</wp:posOffset>
                      </wp:positionH>
                      <wp:positionV relativeFrom="paragraph">
                        <wp:posOffset>80444</wp:posOffset>
                      </wp:positionV>
                      <wp:extent cx="927181" cy="927181"/>
                      <wp:effectExtent l="12700" t="12700" r="12700" b="12700"/>
                      <wp:wrapNone/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7181" cy="927181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66DB480" id="Oval 11" o:spid="_x0000_s1026" style="position:absolute;margin-left:124.1pt;margin-top:6.35pt;width:73pt;height:73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" filled="f" strokecolor="#243f60 [1604]" strokeweight="2pt"/>
                  </w:pict>
                </mc:Fallback>
              </mc:AlternateContent>
            </w:r>
            <w:r w:rsidR="002C5377" w:rsidRPr="009036C8">
              <w:rPr>
                <w:rFonts w:ascii="Century Gothic" w:hAnsi="Century Gothic"/>
              </w:rPr>
              <w:t xml:space="preserve">Work out its </w:t>
            </w:r>
            <w:r w:rsidR="007A36EA" w:rsidRPr="009036C8">
              <w:rPr>
                <w:rFonts w:ascii="Century Gothic" w:hAnsi="Century Gothic"/>
              </w:rPr>
              <w:t>circumference</w:t>
            </w:r>
            <w:r w:rsidR="002C5377" w:rsidRPr="009036C8">
              <w:rPr>
                <w:rFonts w:ascii="Century Gothic" w:hAnsi="Century Gothic"/>
              </w:rPr>
              <w:t>.</w:t>
            </w:r>
          </w:p>
          <w:p w14:paraId="683B8A61" w14:textId="26BC956C" w:rsidR="000740DB" w:rsidRPr="009036C8" w:rsidRDefault="009F7411" w:rsidP="005D37DE">
            <w:pPr>
              <w:spacing w:before="120" w:after="0"/>
              <w:rPr>
                <w:rFonts w:ascii="Century Gothic" w:hAnsi="Century Gothic"/>
              </w:rPr>
            </w:pPr>
            <w:r w:rsidRPr="009036C8">
              <w:rPr>
                <w:rFonts w:ascii="Century Gothic" w:hAnsi="Century Gothic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4966F44B" wp14:editId="34277E88">
                      <wp:simplePos x="0" y="0"/>
                      <wp:positionH relativeFrom="column">
                        <wp:posOffset>2009059</wp:posOffset>
                      </wp:positionH>
                      <wp:positionV relativeFrom="paragraph">
                        <wp:posOffset>92075</wp:posOffset>
                      </wp:positionV>
                      <wp:extent cx="581025" cy="314325"/>
                      <wp:effectExtent l="0" t="0" r="0" b="0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1025" cy="3143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9295733" w14:textId="77777777" w:rsidR="00E56494" w:rsidRDefault="00E56494" w:rsidP="00E56494">
                                  <w:r>
                                    <w:t>12cm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66F44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158.2pt;margin-top:7.25pt;width:45.75pt;height:24.75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" filled="f" stroked="f" strokeweight=".5pt">
                      <v:textbox>
                        <w:txbxContent>
                          <w:p w14:paraId="09295733" w14:textId="77777777" w:rsidR="00E56494" w:rsidRDefault="00E56494" w:rsidP="00E56494">
                            <w:r>
                              <w:t>12cm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036C8">
              <w:rPr>
                <w:rFonts w:ascii="Century Gothic" w:hAnsi="Century Gothic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61B93B56" wp14:editId="56F252B3">
                      <wp:simplePos x="0" y="0"/>
                      <wp:positionH relativeFrom="column">
                        <wp:posOffset>2085806</wp:posOffset>
                      </wp:positionH>
                      <wp:positionV relativeFrom="paragraph">
                        <wp:posOffset>330546</wp:posOffset>
                      </wp:positionV>
                      <wp:extent cx="415909" cy="0"/>
                      <wp:effectExtent l="0" t="0" r="16510" b="1270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5909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71CBF3" id="Straight Connector 13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4.25pt,26.05pt" to="197pt,26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" strokecolor="#4579b8 [3044]"/>
                  </w:pict>
                </mc:Fallback>
              </mc:AlternateContent>
            </w: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4F38A42C" w14:textId="77777777" w:rsidR="00C6765F" w:rsidRPr="009036C8" w:rsidRDefault="00C6765F" w:rsidP="005D37DE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9036C8">
              <w:rPr>
                <w:rFonts w:ascii="Century Gothic" w:hAnsi="Century Gothic"/>
              </w:rPr>
              <w:t>4)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35867634" w14:textId="23E3CAFF" w:rsidR="00C6765F" w:rsidRPr="00AC338C" w:rsidRDefault="00AC338C" w:rsidP="00F35C69">
            <w:pPr>
              <w:spacing w:before="120" w:after="0"/>
              <w:rPr>
                <w:rFonts w:ascii="Century Gothic" w:hAnsi="Century Gothic"/>
              </w:rPr>
            </w:pPr>
            <w:r w:rsidRPr="00AC338C">
              <w:rPr>
                <w:rFonts w:ascii="Century Gothic" w:hAnsi="Century Gothic" w:cs="Tahoma"/>
              </w:rPr>
              <w:t>Lucas can choose from 5 pizza toppings: pepperoni, ham, mushroom, onion, sweetcorn.  Lucas can have 2 toppings.  What are the choices he could make?</w:t>
            </w:r>
          </w:p>
        </w:tc>
      </w:tr>
      <w:tr w:rsidR="00C6765F" w:rsidRPr="00C240D5" w14:paraId="3A800F6F" w14:textId="77777777" w:rsidTr="00C6765F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56412228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3EF1DA19" w14:textId="77EF20C9" w:rsidR="009F6C6A" w:rsidRDefault="009F6C6A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 w:rsidR="00023A36">
              <w:rPr>
                <w:rFonts w:ascii="Century Gothic" w:hAnsi="Century Gothic" w:cs="Tahoma"/>
                <w:noProof/>
                <w:lang w:eastAsia="en-GB"/>
              </w:rPr>
              <w:t>length</w:t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6E7FDE4D" w14:textId="573F201F" w:rsidR="00C6765F" w:rsidRPr="009F6C6A" w:rsidRDefault="00D83404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676672" behindDoc="0" locked="0" layoutInCell="1" allowOverlap="1" wp14:anchorId="1C4C0152" wp14:editId="109B30E6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540016</wp:posOffset>
                  </wp:positionV>
                  <wp:extent cx="572135" cy="401320"/>
                  <wp:effectExtent l="0" t="0" r="0" b="508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E0EB5"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2BC01F7A" wp14:editId="04845979">
                  <wp:extent cx="1187824" cy="76200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824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DCD8AF" w14:textId="7C4B2DA3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15329A9B" wp14:editId="2B9C3007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22F1B10" wp14:editId="542E12EC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950AD6">
        <w:rPr>
          <w:rFonts w:ascii="Segoe Print" w:hAnsi="Segoe Print"/>
          <w:b/>
          <w:sz w:val="24"/>
        </w:rPr>
        <w:t>2</w:t>
      </w:r>
      <w:r w:rsidR="001D513F">
        <w:rPr>
          <w:rFonts w:ascii="Segoe Print" w:hAnsi="Segoe Print"/>
          <w:b/>
          <w:sz w:val="24"/>
        </w:rPr>
        <w:t>6</w:t>
      </w:r>
      <w:r w:rsidR="00950AD6">
        <w:rPr>
          <w:rFonts w:ascii="Segoe Print" w:hAnsi="Segoe Print"/>
          <w:b/>
          <w:sz w:val="24"/>
        </w:rPr>
        <w:t>.</w:t>
      </w:r>
      <w:r w:rsidR="00AE6DCA">
        <w:rPr>
          <w:rFonts w:ascii="Segoe Print" w:hAnsi="Segoe Print"/>
          <w:b/>
          <w:sz w:val="24"/>
        </w:rPr>
        <w:t>4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5B66064F" w14:textId="77777777" w:rsidR="009036C8" w:rsidRDefault="009036C8" w:rsidP="00AE6DCA">
      <w:pPr>
        <w:spacing w:after="120"/>
        <w:rPr>
          <w:rFonts w:ascii="Segoe Print" w:hAnsi="Segoe Print"/>
          <w:b/>
          <w:sz w:val="24"/>
        </w:rPr>
      </w:pPr>
    </w:p>
    <w:p w14:paraId="2E63733E" w14:textId="63E01B89" w:rsidR="00297892" w:rsidRDefault="0029789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p w14:paraId="278D3E3F" w14:textId="77777777" w:rsidR="00AE6DCA" w:rsidRDefault="00AE6DCA" w:rsidP="00E20822">
      <w:pPr>
        <w:spacing w:after="120"/>
        <w:ind w:firstLine="720"/>
        <w:rPr>
          <w:rFonts w:ascii="Segoe Print" w:hAnsi="Segoe Print"/>
          <w:b/>
          <w:sz w:val="24"/>
        </w:rPr>
      </w:pPr>
      <w:bookmarkStart w:id="0" w:name="_GoBack"/>
      <w:bookmarkEnd w:id="0"/>
    </w:p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567"/>
        <w:gridCol w:w="4961"/>
      </w:tblGrid>
      <w:tr w:rsidR="00AE6DCA" w:rsidRPr="000A63AF" w14:paraId="54DD1741" w14:textId="77777777" w:rsidTr="00E35066">
        <w:trPr>
          <w:trHeight w:val="1833"/>
        </w:trPr>
        <w:tc>
          <w:tcPr>
            <w:tcW w:w="421" w:type="dxa"/>
            <w:tcBorders>
              <w:right w:val="nil"/>
            </w:tcBorders>
          </w:tcPr>
          <w:p w14:paraId="0CC550A5" w14:textId="77777777" w:rsidR="00AE6DCA" w:rsidRPr="00C240D5" w:rsidRDefault="00AE6DCA" w:rsidP="00AE6DCA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08B36EBC" w14:textId="77777777" w:rsidR="00AE6DCA" w:rsidRPr="009036C8" w:rsidRDefault="00AE6DCA" w:rsidP="00AE6DCA">
            <w:pPr>
              <w:spacing w:before="120"/>
              <w:rPr>
                <w:rFonts w:ascii="Century Gothic" w:hAnsi="Century Gothic" w:cs="Tahoma"/>
              </w:rPr>
            </w:pPr>
            <w:r w:rsidRPr="009036C8">
              <w:rPr>
                <w:rFonts w:ascii="Century Gothic" w:hAnsi="Century Gothic" w:cs="Tahoma"/>
              </w:rPr>
              <w:t>The exchange rate for Kuwait is £1 = 0.42 Kuwaiti Dinar</w:t>
            </w:r>
          </w:p>
          <w:p w14:paraId="66ABDCE4" w14:textId="77777777" w:rsidR="00AE6DCA" w:rsidRPr="00997BF5" w:rsidRDefault="00AE6DCA" w:rsidP="00AE6DCA">
            <w:pPr>
              <w:rPr>
                <w:rFonts w:ascii="Century Gothic" w:hAnsi="Century Gothic" w:cs="Tahoma"/>
              </w:rPr>
            </w:pPr>
            <w:r w:rsidRPr="00997BF5">
              <w:rPr>
                <w:rFonts w:ascii="Century Gothic" w:hAnsi="Century Gothic" w:cs="Tahoma"/>
              </w:rPr>
              <w:t>How much is 55 dinars in pounds?</w:t>
            </w:r>
          </w:p>
          <w:p w14:paraId="6A45F250" w14:textId="77777777" w:rsidR="00AE6DCA" w:rsidRPr="009036C8" w:rsidRDefault="00AE6DCA" w:rsidP="00AE6DCA">
            <w:pPr>
              <w:spacing w:before="120"/>
              <w:rPr>
                <w:rFonts w:ascii="Century Gothic" w:hAnsi="Century Gothic"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14:paraId="186DDEF3" w14:textId="77777777" w:rsidR="00AE6DCA" w:rsidRPr="009036C8" w:rsidRDefault="00AE6DCA" w:rsidP="00AE6DCA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9036C8">
              <w:rPr>
                <w:rFonts w:ascii="Century Gothic" w:hAnsi="Century Gothic"/>
              </w:rPr>
              <w:t>2)</w:t>
            </w:r>
          </w:p>
        </w:tc>
        <w:tc>
          <w:tcPr>
            <w:tcW w:w="4961" w:type="dxa"/>
            <w:tcBorders>
              <w:left w:val="nil"/>
            </w:tcBorders>
          </w:tcPr>
          <w:p w14:paraId="4A0EDBBB" w14:textId="77777777" w:rsidR="00AE6DCA" w:rsidRPr="009036C8" w:rsidRDefault="00AE6DCA" w:rsidP="00AE6DCA">
            <w:pPr>
              <w:spacing w:before="120"/>
              <w:rPr>
                <w:rFonts w:ascii="Century Gothic" w:hAnsi="Century Gothic" w:cs="Tahoma"/>
              </w:rPr>
            </w:pPr>
            <w:r w:rsidRPr="009036C8">
              <w:rPr>
                <w:rFonts w:ascii="Century Gothic" w:hAnsi="Century Gothic" w:cs="Tahoma"/>
              </w:rPr>
              <w:t>Change the mixed number into an improper fraction:</w:t>
            </w:r>
          </w:p>
          <w:p w14:paraId="37106B67" w14:textId="77777777" w:rsidR="00AE6DCA" w:rsidRPr="007137EF" w:rsidRDefault="00AE6DCA" w:rsidP="00AE6DCA">
            <w:pPr>
              <w:rPr>
                <w:rFonts w:ascii="Tahoma" w:hAnsi="Tahoma" w:cs="Tahom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ahoma"/>
                  </w:rPr>
                  <m:t>2</m:t>
                </m:r>
                <m:f>
                  <m:fPr>
                    <m:ctrlPr>
                      <w:rPr>
                        <w:rFonts w:ascii="Cambria Math" w:hAnsi="Cambria Math" w:cs="Tahoma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Tahoma"/>
                      </w:rPr>
                      <m:t>6</m:t>
                    </m:r>
                  </m:den>
                </m:f>
                <m:r>
                  <w:rPr>
                    <w:rFonts w:ascii="Cambria Math" w:hAnsi="Cambria Math" w:cs="Tahoma"/>
                  </w:rPr>
                  <m:t>=</m:t>
                </m:r>
              </m:oMath>
            </m:oMathPara>
          </w:p>
          <w:p w14:paraId="0BF5196D" w14:textId="77777777" w:rsidR="00AE6DCA" w:rsidRPr="009036C8" w:rsidRDefault="00AE6DCA" w:rsidP="00AE6DCA">
            <w:pPr>
              <w:spacing w:before="120" w:after="0"/>
              <w:rPr>
                <w:rFonts w:ascii="Century Gothic" w:eastAsiaTheme="minorEastAsia" w:hAnsi="Century Gothic"/>
              </w:rPr>
            </w:pPr>
          </w:p>
        </w:tc>
      </w:tr>
      <w:tr w:rsidR="00AE6DCA" w:rsidRPr="00C240D5" w14:paraId="724909F6" w14:textId="77777777" w:rsidTr="00E35066">
        <w:trPr>
          <w:trHeight w:val="239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40D1FC58" w14:textId="77777777" w:rsidR="00AE6DCA" w:rsidRPr="00C240D5" w:rsidRDefault="00AE6DCA" w:rsidP="00AE6DCA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52CA8CBE" w14:textId="77777777" w:rsidR="00AE6DCA" w:rsidRPr="009036C8" w:rsidRDefault="00AE6DCA" w:rsidP="00AE6DCA">
            <w:pPr>
              <w:spacing w:before="120" w:after="0"/>
              <w:rPr>
                <w:rFonts w:ascii="Century Gothic" w:hAnsi="Century Gothic"/>
              </w:rPr>
            </w:pPr>
            <w:r w:rsidRPr="009036C8">
              <w:rPr>
                <w:rFonts w:ascii="Century Gothic" w:hAnsi="Century Gothic"/>
              </w:rPr>
              <w:t xml:space="preserve">A circle has a </w:t>
            </w:r>
            <w:r>
              <w:rPr>
                <w:rFonts w:ascii="Century Gothic" w:hAnsi="Century Gothic"/>
              </w:rPr>
              <w:t>radius</w:t>
            </w:r>
            <w:r w:rsidRPr="009036C8">
              <w:rPr>
                <w:rFonts w:ascii="Century Gothic" w:hAnsi="Century Gothic"/>
              </w:rPr>
              <w:t xml:space="preserve"> of 12cm.</w:t>
            </w:r>
          </w:p>
          <w:p w14:paraId="3F862785" w14:textId="77777777" w:rsidR="00AE6DCA" w:rsidRPr="009036C8" w:rsidRDefault="00AE6DCA" w:rsidP="00AE6DCA">
            <w:pPr>
              <w:spacing w:after="0"/>
              <w:rPr>
                <w:rFonts w:ascii="Century Gothic" w:hAnsi="Century Gothic"/>
              </w:rPr>
            </w:pPr>
            <w:r w:rsidRPr="009036C8">
              <w:rPr>
                <w:rFonts w:ascii="Century Gothic" w:hAnsi="Century Gothic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19048816" wp14:editId="5DE56691">
                      <wp:simplePos x="0" y="0"/>
                      <wp:positionH relativeFrom="column">
                        <wp:posOffset>1575941</wp:posOffset>
                      </wp:positionH>
                      <wp:positionV relativeFrom="paragraph">
                        <wp:posOffset>80444</wp:posOffset>
                      </wp:positionV>
                      <wp:extent cx="927181" cy="927181"/>
                      <wp:effectExtent l="12700" t="12700" r="12700" b="12700"/>
                      <wp:wrapNone/>
                      <wp:docPr id="37" name="Oval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7181" cy="927181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200436" id="Oval 37" o:spid="_x0000_s1026" style="position:absolute;margin-left:124.1pt;margin-top:6.35pt;width:73pt;height:73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" filled="f" strokecolor="#243f60 [1604]" strokeweight="2pt"/>
                  </w:pict>
                </mc:Fallback>
              </mc:AlternateContent>
            </w:r>
            <w:r w:rsidRPr="009036C8">
              <w:rPr>
                <w:rFonts w:ascii="Century Gothic" w:hAnsi="Century Gothic"/>
              </w:rPr>
              <w:t>Work out its circumference.</w:t>
            </w:r>
          </w:p>
          <w:p w14:paraId="18A6F2A2" w14:textId="77777777" w:rsidR="00AE6DCA" w:rsidRPr="009036C8" w:rsidRDefault="00AE6DCA" w:rsidP="00AE6DCA">
            <w:pPr>
              <w:spacing w:before="120" w:after="0"/>
              <w:rPr>
                <w:rFonts w:ascii="Century Gothic" w:hAnsi="Century Gothic"/>
              </w:rPr>
            </w:pPr>
            <w:r w:rsidRPr="009036C8">
              <w:rPr>
                <w:rFonts w:ascii="Century Gothic" w:hAnsi="Century Gothic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49CB9D1" wp14:editId="4B916B67">
                      <wp:simplePos x="0" y="0"/>
                      <wp:positionH relativeFrom="column">
                        <wp:posOffset>2009059</wp:posOffset>
                      </wp:positionH>
                      <wp:positionV relativeFrom="paragraph">
                        <wp:posOffset>92075</wp:posOffset>
                      </wp:positionV>
                      <wp:extent cx="581025" cy="314325"/>
                      <wp:effectExtent l="0" t="0" r="0" b="0"/>
                      <wp:wrapNone/>
                      <wp:docPr id="38" name="Text Box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1025" cy="3143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6B8DB63" w14:textId="77777777" w:rsidR="00AE6DCA" w:rsidRDefault="00AE6DCA" w:rsidP="00AE6DCA">
                                  <w:r>
                                    <w:t>12cm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9CB9D1" id="Text Box 38" o:spid="_x0000_s1027" type="#_x0000_t202" style="position:absolute;margin-left:158.2pt;margin-top:7.25pt;width:45.75pt;height:24.75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" filled="f" stroked="f" strokeweight=".5pt">
                      <v:textbox>
                        <w:txbxContent>
                          <w:p w14:paraId="56B8DB63" w14:textId="77777777" w:rsidR="00AE6DCA" w:rsidRDefault="00AE6DCA" w:rsidP="00AE6DCA">
                            <w:r>
                              <w:t>12cm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036C8">
              <w:rPr>
                <w:rFonts w:ascii="Century Gothic" w:hAnsi="Century Gothic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24D23E83" wp14:editId="30B4F73D">
                      <wp:simplePos x="0" y="0"/>
                      <wp:positionH relativeFrom="column">
                        <wp:posOffset>2085806</wp:posOffset>
                      </wp:positionH>
                      <wp:positionV relativeFrom="paragraph">
                        <wp:posOffset>330546</wp:posOffset>
                      </wp:positionV>
                      <wp:extent cx="415909" cy="0"/>
                      <wp:effectExtent l="0" t="0" r="16510" b="12700"/>
                      <wp:wrapNone/>
                      <wp:docPr id="39" name="Straight Connector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5909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A6E83C" id="Straight Connector 39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4.25pt,26.05pt" to="197pt,26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" strokecolor="#4579b8 [3044]"/>
                  </w:pict>
                </mc:Fallback>
              </mc:AlternateContent>
            </w: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14:paraId="57B6F81B" w14:textId="77777777" w:rsidR="00AE6DCA" w:rsidRPr="009036C8" w:rsidRDefault="00AE6DCA" w:rsidP="00AE6DCA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9036C8">
              <w:rPr>
                <w:rFonts w:ascii="Century Gothic" w:hAnsi="Century Gothic"/>
              </w:rPr>
              <w:t>4)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21591A0C" w14:textId="77777777" w:rsidR="00AE6DCA" w:rsidRPr="00AC338C" w:rsidRDefault="00AE6DCA" w:rsidP="00AE6DCA">
            <w:pPr>
              <w:spacing w:before="120" w:after="0"/>
              <w:rPr>
                <w:rFonts w:ascii="Century Gothic" w:hAnsi="Century Gothic"/>
              </w:rPr>
            </w:pPr>
            <w:r w:rsidRPr="00AC338C">
              <w:rPr>
                <w:rFonts w:ascii="Century Gothic" w:hAnsi="Century Gothic" w:cs="Tahoma"/>
              </w:rPr>
              <w:t>Lucas can choose from 5 pizza toppings: pepperoni, ham, mushroom, onion, sweetcorn.  Lucas can have 2 toppings.  What are the choices he could make?</w:t>
            </w:r>
          </w:p>
        </w:tc>
      </w:tr>
      <w:tr w:rsidR="00AE6DCA" w:rsidRPr="00C240D5" w14:paraId="53409D18" w14:textId="77777777" w:rsidTr="00E35066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771006C5" w14:textId="77777777" w:rsidR="00AE6DCA" w:rsidRPr="00C240D5" w:rsidRDefault="00AE6DCA" w:rsidP="00AE6DCA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3CE09CB1" w14:textId="77777777" w:rsidR="00AE6DCA" w:rsidRDefault="00AE6DCA" w:rsidP="00AE6DC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>
              <w:rPr>
                <w:rFonts w:ascii="Century Gothic" w:hAnsi="Century Gothic" w:cs="Tahoma"/>
                <w:noProof/>
                <w:lang w:eastAsia="en-GB"/>
              </w:rPr>
              <w:t>length</w:t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0FE80626" w14:textId="77777777" w:rsidR="00AE6DCA" w:rsidRPr="009F6C6A" w:rsidRDefault="00AE6DCA" w:rsidP="00AE6DC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/>
                <w:noProof/>
                <w:lang w:eastAsia="en-GB"/>
              </w:rPr>
              <w:drawing>
                <wp:anchor distT="0" distB="0" distL="114300" distR="114300" simplePos="0" relativeHeight="251716608" behindDoc="0" locked="0" layoutInCell="1" allowOverlap="1" wp14:anchorId="297DBC39" wp14:editId="57AAA11C">
                  <wp:simplePos x="0" y="0"/>
                  <wp:positionH relativeFrom="column">
                    <wp:posOffset>5715000</wp:posOffset>
                  </wp:positionH>
                  <wp:positionV relativeFrom="paragraph">
                    <wp:posOffset>540016</wp:posOffset>
                  </wp:positionV>
                  <wp:extent cx="572135" cy="401320"/>
                  <wp:effectExtent l="0" t="0" r="0" b="5080"/>
                  <wp:wrapNone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47F3972C" wp14:editId="66FB5151">
                  <wp:extent cx="1187824" cy="762000"/>
                  <wp:effectExtent l="0" t="0" r="0" b="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824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0D791E2" w14:textId="77777777" w:rsidR="00AE6DCA" w:rsidRDefault="00AE6DCA" w:rsidP="00AE6DCA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15584" behindDoc="0" locked="0" layoutInCell="1" allowOverlap="1" wp14:anchorId="526B8490" wp14:editId="01C976FC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42" name="Picture 42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14560" behindDoc="0" locked="0" layoutInCell="1" allowOverlap="1" wp14:anchorId="28E65FE4" wp14:editId="28F9661A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43" name="Picture 43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26.4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10BFCF5C" w14:textId="669A32AC" w:rsidR="007E2C1A" w:rsidRDefault="007E2C1A" w:rsidP="00AE6DCA">
      <w:pPr>
        <w:spacing w:after="120"/>
        <w:rPr>
          <w:rFonts w:ascii="Avenir Book" w:hAnsi="Avenir Book"/>
          <w:sz w:val="24"/>
          <w:szCs w:val="24"/>
        </w:rPr>
      </w:pPr>
    </w:p>
    <w:sectPr w:rsidR="007E2C1A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65F"/>
    <w:rsid w:val="00023A36"/>
    <w:rsid w:val="0002433C"/>
    <w:rsid w:val="00055995"/>
    <w:rsid w:val="000740DB"/>
    <w:rsid w:val="000A43CA"/>
    <w:rsid w:val="000A63AF"/>
    <w:rsid w:val="000E162B"/>
    <w:rsid w:val="00105331"/>
    <w:rsid w:val="00125C71"/>
    <w:rsid w:val="001826A9"/>
    <w:rsid w:val="001D513F"/>
    <w:rsid w:val="001E3A30"/>
    <w:rsid w:val="0020147F"/>
    <w:rsid w:val="00213C21"/>
    <w:rsid w:val="00242309"/>
    <w:rsid w:val="00247F0D"/>
    <w:rsid w:val="00247FD4"/>
    <w:rsid w:val="00297892"/>
    <w:rsid w:val="002A3B06"/>
    <w:rsid w:val="002B14A3"/>
    <w:rsid w:val="002C5377"/>
    <w:rsid w:val="002D5D86"/>
    <w:rsid w:val="00333535"/>
    <w:rsid w:val="00344FB5"/>
    <w:rsid w:val="00353B71"/>
    <w:rsid w:val="003F51D8"/>
    <w:rsid w:val="004008D8"/>
    <w:rsid w:val="0040116C"/>
    <w:rsid w:val="00432366"/>
    <w:rsid w:val="00493EE3"/>
    <w:rsid w:val="004A26C7"/>
    <w:rsid w:val="004E1497"/>
    <w:rsid w:val="004F073D"/>
    <w:rsid w:val="0050136B"/>
    <w:rsid w:val="00505FC9"/>
    <w:rsid w:val="00523173"/>
    <w:rsid w:val="00525119"/>
    <w:rsid w:val="005D37DE"/>
    <w:rsid w:val="00611673"/>
    <w:rsid w:val="0064471D"/>
    <w:rsid w:val="00666CDC"/>
    <w:rsid w:val="0066773D"/>
    <w:rsid w:val="006E6A1A"/>
    <w:rsid w:val="006F09F1"/>
    <w:rsid w:val="0070003E"/>
    <w:rsid w:val="00705472"/>
    <w:rsid w:val="00734D85"/>
    <w:rsid w:val="00781190"/>
    <w:rsid w:val="007A36EA"/>
    <w:rsid w:val="007B4226"/>
    <w:rsid w:val="007E2C1A"/>
    <w:rsid w:val="0090117B"/>
    <w:rsid w:val="009036C8"/>
    <w:rsid w:val="0090585D"/>
    <w:rsid w:val="00950AD6"/>
    <w:rsid w:val="0099142F"/>
    <w:rsid w:val="00997BF5"/>
    <w:rsid w:val="009A72D8"/>
    <w:rsid w:val="009F6C6A"/>
    <w:rsid w:val="009F7411"/>
    <w:rsid w:val="00A1371A"/>
    <w:rsid w:val="00A5698F"/>
    <w:rsid w:val="00AC338C"/>
    <w:rsid w:val="00AD3C1A"/>
    <w:rsid w:val="00AE6DCA"/>
    <w:rsid w:val="00B17BEB"/>
    <w:rsid w:val="00B40DC9"/>
    <w:rsid w:val="00BE7AC9"/>
    <w:rsid w:val="00BF0512"/>
    <w:rsid w:val="00C11472"/>
    <w:rsid w:val="00C240D5"/>
    <w:rsid w:val="00C41860"/>
    <w:rsid w:val="00C55B29"/>
    <w:rsid w:val="00C6765F"/>
    <w:rsid w:val="00D253BC"/>
    <w:rsid w:val="00D27DA8"/>
    <w:rsid w:val="00D51195"/>
    <w:rsid w:val="00D723BE"/>
    <w:rsid w:val="00D83404"/>
    <w:rsid w:val="00D974EA"/>
    <w:rsid w:val="00DB511B"/>
    <w:rsid w:val="00DC16B5"/>
    <w:rsid w:val="00DD6ED1"/>
    <w:rsid w:val="00DF5FFD"/>
    <w:rsid w:val="00E01F39"/>
    <w:rsid w:val="00E11785"/>
    <w:rsid w:val="00E20822"/>
    <w:rsid w:val="00E50F92"/>
    <w:rsid w:val="00E54E19"/>
    <w:rsid w:val="00E56494"/>
    <w:rsid w:val="00E7749A"/>
    <w:rsid w:val="00EA0CA1"/>
    <w:rsid w:val="00EC4CCA"/>
    <w:rsid w:val="00EE0EB5"/>
    <w:rsid w:val="00F04FE3"/>
    <w:rsid w:val="00F3252F"/>
    <w:rsid w:val="00F35C69"/>
    <w:rsid w:val="00F43DAF"/>
    <w:rsid w:val="00F55BE2"/>
    <w:rsid w:val="00F5645E"/>
    <w:rsid w:val="00F8683A"/>
    <w:rsid w:val="00FB0E81"/>
    <w:rsid w:val="00FE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38675"/>
  <w15:docId w15:val="{0DF1FD4D-B129-1F41-AD06-1D31A6E7B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2</TotalTime>
  <Pages>2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7</cp:revision>
  <cp:lastPrinted>2019-04-29T11:35:00Z</cp:lastPrinted>
  <dcterms:created xsi:type="dcterms:W3CDTF">2019-04-29T11:33:00Z</dcterms:created>
  <dcterms:modified xsi:type="dcterms:W3CDTF">2019-04-29T11:35:00Z</dcterms:modified>
</cp:coreProperties>
</file>